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47E57B5E" w14:textId="1E67CDDA" w:rsidR="00257D35" w:rsidRPr="00311A80" w:rsidRDefault="0047178B" w:rsidP="003777CB">
      <w:pPr>
        <w:rPr>
          <w:rFonts w:ascii="Arial" w:hAnsi="Arial" w:cs="Arial"/>
          <w:sz w:val="20"/>
          <w:szCs w:val="20"/>
        </w:rPr>
      </w:pPr>
      <w:r>
        <w:rPr>
          <w:rFonts w:ascii="Arial" w:hAnsi="Arial" w:cs="Arial"/>
          <w:sz w:val="20"/>
          <w:szCs w:val="20"/>
        </w:rPr>
        <w:t>M</w:t>
      </w:r>
      <w:r w:rsidR="00822C9E">
        <w:rPr>
          <w:rFonts w:ascii="Arial" w:hAnsi="Arial" w:cs="Arial"/>
          <w:sz w:val="20"/>
          <w:szCs w:val="20"/>
        </w:rPr>
        <w:t>ichael S. and Pamela J. Demoss</w:t>
      </w:r>
    </w:p>
    <w:p w14:paraId="71C54EA9" w14:textId="6547AF2E" w:rsidR="008F7672" w:rsidRDefault="0047178B" w:rsidP="003777CB">
      <w:pPr>
        <w:rPr>
          <w:rFonts w:ascii="Arial" w:hAnsi="Arial" w:cs="Arial"/>
          <w:sz w:val="20"/>
          <w:szCs w:val="20"/>
        </w:rPr>
      </w:pPr>
      <w:r>
        <w:rPr>
          <w:rFonts w:ascii="Arial" w:hAnsi="Arial" w:cs="Arial"/>
          <w:sz w:val="20"/>
          <w:szCs w:val="20"/>
        </w:rPr>
        <w:t>8</w:t>
      </w:r>
      <w:r w:rsidR="00822C9E">
        <w:rPr>
          <w:rFonts w:ascii="Arial" w:hAnsi="Arial" w:cs="Arial"/>
          <w:sz w:val="20"/>
          <w:szCs w:val="20"/>
        </w:rPr>
        <w:t>055</w:t>
      </w:r>
      <w:r>
        <w:rPr>
          <w:rFonts w:ascii="Arial" w:hAnsi="Arial" w:cs="Arial"/>
          <w:sz w:val="20"/>
          <w:szCs w:val="20"/>
        </w:rPr>
        <w:t xml:space="preserve"> State Route 775</w:t>
      </w:r>
    </w:p>
    <w:p w14:paraId="73A140FD" w14:textId="3573A00A" w:rsidR="008F7672" w:rsidRDefault="0047178B" w:rsidP="003777CB">
      <w:pPr>
        <w:rPr>
          <w:rFonts w:ascii="Arial" w:hAnsi="Arial" w:cs="Arial"/>
          <w:sz w:val="20"/>
          <w:szCs w:val="20"/>
        </w:rPr>
      </w:pPr>
      <w:proofErr w:type="spellStart"/>
      <w:r>
        <w:rPr>
          <w:rFonts w:ascii="Arial" w:hAnsi="Arial" w:cs="Arial"/>
          <w:sz w:val="20"/>
          <w:szCs w:val="20"/>
        </w:rPr>
        <w:t>Scottown</w:t>
      </w:r>
      <w:proofErr w:type="spellEnd"/>
      <w:r>
        <w:rPr>
          <w:rFonts w:ascii="Arial" w:hAnsi="Arial" w:cs="Arial"/>
          <w:sz w:val="20"/>
          <w:szCs w:val="20"/>
        </w:rPr>
        <w:t>, OH 45678</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57D35"/>
    <w:rsid w:val="00263ADC"/>
    <w:rsid w:val="00311A80"/>
    <w:rsid w:val="00311B48"/>
    <w:rsid w:val="00326B30"/>
    <w:rsid w:val="00347623"/>
    <w:rsid w:val="00354D19"/>
    <w:rsid w:val="003777CB"/>
    <w:rsid w:val="00386C50"/>
    <w:rsid w:val="003E267F"/>
    <w:rsid w:val="00400CB6"/>
    <w:rsid w:val="00403C34"/>
    <w:rsid w:val="0047178B"/>
    <w:rsid w:val="004A5BC5"/>
    <w:rsid w:val="00547CC8"/>
    <w:rsid w:val="00550FF3"/>
    <w:rsid w:val="005F62BC"/>
    <w:rsid w:val="005F67B7"/>
    <w:rsid w:val="0061637E"/>
    <w:rsid w:val="00655779"/>
    <w:rsid w:val="00661165"/>
    <w:rsid w:val="00693881"/>
    <w:rsid w:val="00720DBB"/>
    <w:rsid w:val="007A2C11"/>
    <w:rsid w:val="00822C9E"/>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2</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2023-12-26T14:15:00Z</dcterms:created>
  <dcterms:modified xsi:type="dcterms:W3CDTF">2023-12-26T14:15:00Z</dcterms:modified>
</cp:coreProperties>
</file>